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8C" w:rsidRPr="004A50F5" w:rsidRDefault="00A25F8C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A25F8C" w:rsidRDefault="00A25F8C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A25F8C" w:rsidTr="003D222F">
        <w:tc>
          <w:tcPr>
            <w:tcW w:w="7419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6</w:t>
            </w:r>
            <w:r w:rsidRPr="003D222F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3D222F">
              <w:rPr>
                <w:b/>
              </w:rPr>
              <w:t>Сумма, рублей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558999.28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A25F8C" w:rsidRDefault="00A25F8C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838498.92</w:t>
            </w:r>
          </w:p>
        </w:tc>
      </w:tr>
      <w:tr w:rsidR="00A25F8C" w:rsidTr="003D222F">
        <w:tc>
          <w:tcPr>
            <w:tcW w:w="7419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6987491</w:t>
            </w:r>
          </w:p>
        </w:tc>
      </w:tr>
    </w:tbl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A25F8C" w:rsidRDefault="00A25F8C">
      <w:pPr>
        <w:rPr>
          <w:sz w:val="2"/>
          <w:szCs w:val="2"/>
        </w:rPr>
      </w:pP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A25F8C" w:rsidRPr="00301A09" w:rsidRDefault="00A25F8C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В.и.о. н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 Мглинского районного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МЦБС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Казакова Л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A25F8C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F8C" w:rsidRDefault="00A25F8C" w:rsidP="008D65D8">
      <w:r>
        <w:separator/>
      </w:r>
    </w:p>
  </w:endnote>
  <w:endnote w:type="continuationSeparator" w:id="1">
    <w:p w:rsidR="00A25F8C" w:rsidRDefault="00A25F8C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F8C" w:rsidRDefault="00A25F8C"/>
  </w:footnote>
  <w:footnote w:type="continuationSeparator" w:id="1">
    <w:p w:rsidR="00A25F8C" w:rsidRDefault="00A25F8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011D2"/>
    <w:rsid w:val="00065C41"/>
    <w:rsid w:val="000D4ADE"/>
    <w:rsid w:val="00135F58"/>
    <w:rsid w:val="001B5DB8"/>
    <w:rsid w:val="002472DF"/>
    <w:rsid w:val="00261F8D"/>
    <w:rsid w:val="00301A09"/>
    <w:rsid w:val="003B0399"/>
    <w:rsid w:val="003D222F"/>
    <w:rsid w:val="00482DFC"/>
    <w:rsid w:val="004A50F5"/>
    <w:rsid w:val="005F378A"/>
    <w:rsid w:val="005F4B85"/>
    <w:rsid w:val="00804D2A"/>
    <w:rsid w:val="00811943"/>
    <w:rsid w:val="008D65D8"/>
    <w:rsid w:val="00A25F8C"/>
    <w:rsid w:val="00AB77FB"/>
    <w:rsid w:val="00BE5495"/>
    <w:rsid w:val="00C83BB4"/>
    <w:rsid w:val="00D7476E"/>
    <w:rsid w:val="00E83CC4"/>
    <w:rsid w:val="00EB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1</Pages>
  <Words>175</Words>
  <Characters>1000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7</cp:revision>
  <cp:lastPrinted>2016-01-21T11:35:00Z</cp:lastPrinted>
  <dcterms:created xsi:type="dcterms:W3CDTF">2014-08-26T06:09:00Z</dcterms:created>
  <dcterms:modified xsi:type="dcterms:W3CDTF">2016-01-21T11:36:00Z</dcterms:modified>
</cp:coreProperties>
</file>